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48F6E6-720F-49C8-A37F-3163499B2D76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